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86CE5" w:rsidRPr="0033521C" w14:paraId="59FD212B" w14:textId="77777777" w:rsidTr="00CB58FF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0B71E592" w14:textId="77777777" w:rsidR="00C86CE5" w:rsidRPr="0033521C" w:rsidRDefault="00725379" w:rsidP="00725379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bookmarkStart w:id="0" w:name="_GoBack"/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D’abord, tu devrais allumer…</w:t>
            </w:r>
          </w:p>
        </w:tc>
        <w:tc>
          <w:tcPr>
            <w:tcW w:w="5040" w:type="dxa"/>
            <w:vAlign w:val="center"/>
          </w:tcPr>
          <w:p w14:paraId="2B80C045" w14:textId="23E04780" w:rsidR="00725379" w:rsidRPr="0033521C" w:rsidRDefault="00725379" w:rsidP="00725379">
            <w:pPr>
              <w:jc w:val="center"/>
              <w:rPr>
                <w:rFonts w:ascii="Arial" w:hAnsi="Arial" w:cs="Arial"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la fenêtre</w:t>
            </w:r>
            <w:r w:rsidR="0033521C"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.</w:t>
            </w:r>
          </w:p>
          <w:p w14:paraId="055CF3AF" w14:textId="77777777" w:rsidR="00C86CE5" w:rsidRPr="0033521C" w:rsidRDefault="00C86CE5" w:rsidP="00725379">
            <w:pPr>
              <w:rPr>
                <w:rFonts w:ascii="Arial" w:hAnsi="Arial" w:cs="Arial"/>
                <w:sz w:val="48"/>
                <w:szCs w:val="40"/>
                <w:lang w:val="fr-FR"/>
              </w:rPr>
            </w:pPr>
          </w:p>
        </w:tc>
      </w:tr>
      <w:tr w:rsidR="00C86CE5" w:rsidRPr="0033521C" w14:paraId="2C6174C2" w14:textId="77777777" w:rsidTr="00CB58FF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5EEE48FC" w14:textId="77777777" w:rsidR="00C86CE5" w:rsidRPr="0033521C" w:rsidRDefault="00725379" w:rsidP="00C86CE5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Ensuite, il faudrait rentrer…</w:t>
            </w:r>
          </w:p>
        </w:tc>
        <w:tc>
          <w:tcPr>
            <w:tcW w:w="5040" w:type="dxa"/>
            <w:vAlign w:val="center"/>
          </w:tcPr>
          <w:p w14:paraId="7672C7A1" w14:textId="77777777" w:rsidR="00C86CE5" w:rsidRPr="0033521C" w:rsidRDefault="00725379" w:rsidP="00C86CE5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le lien « Créer compte ».</w:t>
            </w:r>
          </w:p>
        </w:tc>
      </w:tr>
      <w:tr w:rsidR="00C86CE5" w:rsidRPr="0033521C" w14:paraId="6E2B8697" w14:textId="77777777" w:rsidTr="00CB58FF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31C90753" w14:textId="77777777" w:rsidR="00C86CE5" w:rsidRPr="0033521C" w:rsidRDefault="00725379" w:rsidP="00C86CE5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Puis, ce serait nécessaire de lancer…</w:t>
            </w:r>
          </w:p>
        </w:tc>
        <w:tc>
          <w:tcPr>
            <w:tcW w:w="5040" w:type="dxa"/>
            <w:vAlign w:val="center"/>
          </w:tcPr>
          <w:p w14:paraId="082AD49F" w14:textId="77777777" w:rsidR="00C86CE5" w:rsidRPr="0033521C" w:rsidRDefault="00725379" w:rsidP="00725379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ton identifiant et ton mot de passe.</w:t>
            </w:r>
          </w:p>
        </w:tc>
      </w:tr>
      <w:tr w:rsidR="00C86CE5" w:rsidRPr="0033521C" w14:paraId="549A2F38" w14:textId="77777777" w:rsidTr="00CB58FF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16D73CDA" w14:textId="77777777" w:rsidR="00C86CE5" w:rsidRPr="0033521C" w:rsidRDefault="00725379" w:rsidP="00C86CE5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Après, tu pourrais maximiser…</w:t>
            </w:r>
          </w:p>
        </w:tc>
        <w:tc>
          <w:tcPr>
            <w:tcW w:w="5040" w:type="dxa"/>
            <w:vAlign w:val="center"/>
          </w:tcPr>
          <w:p w14:paraId="5A46438C" w14:textId="77777777" w:rsidR="00C86CE5" w:rsidRPr="0033521C" w:rsidRDefault="00070770" w:rsidP="00C86CE5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ton âge ou ton adresse.</w:t>
            </w:r>
          </w:p>
        </w:tc>
      </w:tr>
      <w:tr w:rsidR="00C86CE5" w:rsidRPr="0033521C" w14:paraId="72DFA7A0" w14:textId="77777777" w:rsidTr="00CB58FF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3A125D9F" w14:textId="77777777" w:rsidR="00C86CE5" w:rsidRPr="0033521C" w:rsidRDefault="00725379" w:rsidP="00725379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Et il faudrait taper…</w:t>
            </w:r>
          </w:p>
        </w:tc>
        <w:tc>
          <w:tcPr>
            <w:tcW w:w="5040" w:type="dxa"/>
            <w:vAlign w:val="center"/>
          </w:tcPr>
          <w:p w14:paraId="6D9E7447" w14:textId="2376E948" w:rsidR="00C86CE5" w:rsidRPr="0033521C" w:rsidRDefault="00070770" w:rsidP="00C86CE5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avec tes amis</w:t>
            </w:r>
            <w:r w:rsidR="0033521C"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.</w:t>
            </w:r>
          </w:p>
        </w:tc>
      </w:tr>
      <w:tr w:rsidR="00C86CE5" w:rsidRPr="0033521C" w14:paraId="1C057992" w14:textId="77777777" w:rsidTr="00CB58FF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092E8B42" w14:textId="77777777" w:rsidR="00A318C5" w:rsidRPr="0033521C" w:rsidRDefault="00A318C5" w:rsidP="00C86CE5">
            <w:pPr>
              <w:ind w:left="126" w:right="126"/>
              <w:jc w:val="center"/>
              <w:rPr>
                <w:rFonts w:ascii="Arial" w:hAnsi="Arial" w:cs="Arial"/>
                <w:b/>
                <w:sz w:val="48"/>
                <w:szCs w:val="40"/>
                <w:lang w:val="fr-FR"/>
              </w:rPr>
            </w:pPr>
          </w:p>
          <w:p w14:paraId="59A10644" w14:textId="77777777" w:rsidR="00C86CE5" w:rsidRPr="0033521C" w:rsidRDefault="00725379" w:rsidP="00C86CE5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Maintenant, tu devrais cliquer…</w:t>
            </w:r>
          </w:p>
        </w:tc>
        <w:tc>
          <w:tcPr>
            <w:tcW w:w="5040" w:type="dxa"/>
            <w:vAlign w:val="center"/>
          </w:tcPr>
          <w:p w14:paraId="117A4DC0" w14:textId="77777777" w:rsidR="00C86CE5" w:rsidRPr="0033521C" w:rsidRDefault="00725379" w:rsidP="00C86CE5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l’ordinateur.</w:t>
            </w:r>
          </w:p>
        </w:tc>
      </w:tr>
      <w:tr w:rsidR="00C86CE5" w:rsidRPr="0033521C" w14:paraId="448A7A9B" w14:textId="77777777" w:rsidTr="00CB58FF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1915A012" w14:textId="77777777" w:rsidR="00C86CE5" w:rsidRPr="0033521C" w:rsidRDefault="00725379" w:rsidP="00C86CE5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Attention ! Tu ne devrais pas utiliser…</w:t>
            </w:r>
          </w:p>
        </w:tc>
        <w:tc>
          <w:tcPr>
            <w:tcW w:w="5040" w:type="dxa"/>
            <w:vAlign w:val="center"/>
          </w:tcPr>
          <w:p w14:paraId="6DAA97B2" w14:textId="77777777" w:rsidR="00C86CE5" w:rsidRPr="0033521C" w:rsidRDefault="00070770" w:rsidP="00C86CE5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un pseudonyme.</w:t>
            </w:r>
          </w:p>
        </w:tc>
      </w:tr>
      <w:tr w:rsidR="00C86CE5" w:rsidRPr="0033521C" w14:paraId="5FCAB2D3" w14:textId="77777777" w:rsidTr="00CB58FF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0F8E585D" w14:textId="77777777" w:rsidR="00C86CE5" w:rsidRPr="0033521C" w:rsidRDefault="00725379" w:rsidP="00C86CE5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 xml:space="preserve">Aussi, il ne faudrait pas </w:t>
            </w:r>
            <w:r w:rsidR="00070770"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donner…</w:t>
            </w:r>
          </w:p>
        </w:tc>
        <w:tc>
          <w:tcPr>
            <w:tcW w:w="5040" w:type="dxa"/>
            <w:vAlign w:val="center"/>
          </w:tcPr>
          <w:p w14:paraId="62E0A945" w14:textId="77777777" w:rsidR="00C86CE5" w:rsidRPr="0033521C" w:rsidRDefault="00725379" w:rsidP="00C86CE5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le programme Safari.</w:t>
            </w:r>
          </w:p>
        </w:tc>
      </w:tr>
      <w:tr w:rsidR="00C86CE5" w:rsidRPr="0033521C" w14:paraId="61885779" w14:textId="77777777" w:rsidTr="00CB58FF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7E3B4508" w14:textId="77777777" w:rsidR="00C86CE5" w:rsidRPr="0033521C" w:rsidRDefault="00070770" w:rsidP="00C86CE5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En fait, tu pourrais créer…</w:t>
            </w:r>
          </w:p>
        </w:tc>
        <w:tc>
          <w:tcPr>
            <w:tcW w:w="5040" w:type="dxa"/>
            <w:vAlign w:val="center"/>
          </w:tcPr>
          <w:p w14:paraId="2857DB08" w14:textId="77777777" w:rsidR="0033521C" w:rsidRPr="0033521C" w:rsidRDefault="0033521C" w:rsidP="0033521C">
            <w:pPr>
              <w:ind w:left="126" w:right="126"/>
              <w:jc w:val="center"/>
              <w:rPr>
                <w:rFonts w:ascii="Arial" w:hAnsi="Arial" w:cs="Arial"/>
                <w:b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fldChar w:fldCharType="begin"/>
            </w: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instrText xml:space="preserve"> HYPERLINK "http://www.twitter.com</w:instrText>
            </w:r>
          </w:p>
          <w:p w14:paraId="4D7A8BA3" w14:textId="77777777" w:rsidR="0033521C" w:rsidRPr="0033521C" w:rsidRDefault="0033521C" w:rsidP="0033521C">
            <w:pPr>
              <w:ind w:left="126" w:right="126"/>
              <w:jc w:val="center"/>
              <w:rPr>
                <w:rStyle w:val="Hyperlink"/>
                <w:rFonts w:ascii="Arial" w:hAnsi="Arial" w:cs="Arial"/>
                <w:b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instrText xml:space="preserve">" </w:instrText>
            </w: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fldChar w:fldCharType="separate"/>
            </w:r>
            <w:r w:rsidRPr="0033521C">
              <w:rPr>
                <w:rStyle w:val="Hyperlink"/>
                <w:rFonts w:ascii="Arial" w:hAnsi="Arial" w:cs="Arial"/>
                <w:b/>
                <w:sz w:val="48"/>
                <w:szCs w:val="40"/>
                <w:lang w:val="fr-FR"/>
              </w:rPr>
              <w:t>www.twitter.com</w:t>
            </w:r>
          </w:p>
          <w:p w14:paraId="42D431D4" w14:textId="0172EA5A" w:rsidR="00C86CE5" w:rsidRPr="0033521C" w:rsidRDefault="0033521C" w:rsidP="0033521C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fldChar w:fldCharType="end"/>
            </w:r>
            <w:r w:rsidR="00725379"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dans la barre de recherche.</w:t>
            </w:r>
          </w:p>
        </w:tc>
      </w:tr>
      <w:tr w:rsidR="00C86CE5" w:rsidRPr="0033521C" w14:paraId="7A8637B9" w14:textId="77777777" w:rsidTr="00CB58FF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4690A568" w14:textId="7A82D88C" w:rsidR="00C86CE5" w:rsidRPr="0033521C" w:rsidRDefault="00070770" w:rsidP="00C86CE5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Enfin, tu pourrais communiquer…</w:t>
            </w:r>
          </w:p>
        </w:tc>
        <w:tc>
          <w:tcPr>
            <w:tcW w:w="5040" w:type="dxa"/>
            <w:vAlign w:val="center"/>
          </w:tcPr>
          <w:p w14:paraId="36266890" w14:textId="0BBB173B" w:rsidR="00C86CE5" w:rsidRPr="0033521C" w:rsidRDefault="0033521C" w:rsidP="00C86CE5">
            <w:pPr>
              <w:ind w:left="126" w:right="126"/>
              <w:jc w:val="center"/>
              <w:rPr>
                <w:rFonts w:ascii="Arial" w:hAnsi="Arial" w:cs="Arial"/>
                <w:i/>
                <w:sz w:val="48"/>
                <w:szCs w:val="40"/>
                <w:lang w:val="fr-FR"/>
              </w:rPr>
            </w:pPr>
            <w:r w:rsidRPr="0033521C">
              <w:rPr>
                <w:rFonts w:ascii="Arial" w:hAnsi="Arial" w:cs="Arial"/>
                <w:b/>
                <w:sz w:val="48"/>
                <w:szCs w:val="40"/>
                <w:lang w:val="fr-FR"/>
              </w:rPr>
              <w:t>ton prénom vrai.</w:t>
            </w:r>
          </w:p>
        </w:tc>
      </w:tr>
      <w:bookmarkEnd w:id="0"/>
    </w:tbl>
    <w:p w14:paraId="0A14A521" w14:textId="77777777" w:rsidR="000B3499" w:rsidRPr="0033521C" w:rsidRDefault="000B3499" w:rsidP="00C86CE5">
      <w:pPr>
        <w:jc w:val="center"/>
        <w:rPr>
          <w:rFonts w:ascii="Arial" w:hAnsi="Arial" w:cs="Arial"/>
          <w:b/>
          <w:vanish/>
          <w:sz w:val="48"/>
          <w:szCs w:val="40"/>
          <w:lang w:val="fr-FR"/>
        </w:rPr>
      </w:pPr>
    </w:p>
    <w:sectPr w:rsidR="000B3499" w:rsidRPr="0033521C" w:rsidSect="00C86CE5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80B"/>
    <w:rsid w:val="00070770"/>
    <w:rsid w:val="000B3499"/>
    <w:rsid w:val="00200F3A"/>
    <w:rsid w:val="0033521C"/>
    <w:rsid w:val="0045180B"/>
    <w:rsid w:val="00725379"/>
    <w:rsid w:val="00A318C5"/>
    <w:rsid w:val="00B95FCD"/>
    <w:rsid w:val="00C83243"/>
    <w:rsid w:val="00C86CE5"/>
    <w:rsid w:val="00CB58FF"/>
    <w:rsid w:val="00E4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8536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47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7863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72537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3521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47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7863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72537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352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smith:Documents:05%20-%20Ludlowe:04%20-%20Templates:Card%20Template%20-%20B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Card Template - Better.dotx</Template>
  <TotalTime>14</TotalTime>
  <Pages>2</Pages>
  <Words>88</Words>
  <Characters>505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 pas prendre la voiture</vt:lpstr>
    </vt:vector>
  </TitlesOfParts>
  <Company>FPS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 pas prendre la voiture</dc:title>
  <dc:creator>Edouard Smith</dc:creator>
  <cp:lastModifiedBy>Edouard Smith</cp:lastModifiedBy>
  <cp:revision>4</cp:revision>
  <cp:lastPrinted>2011-12-19T11:58:00Z</cp:lastPrinted>
  <dcterms:created xsi:type="dcterms:W3CDTF">2013-10-31T23:14:00Z</dcterms:created>
  <dcterms:modified xsi:type="dcterms:W3CDTF">2014-04-03T23:42:00Z</dcterms:modified>
</cp:coreProperties>
</file>